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49" w:rsidRPr="008449E6" w:rsidRDefault="00F67D43" w:rsidP="00F67D43">
      <w:pPr>
        <w:jc w:val="center"/>
        <w:rPr>
          <w:b/>
          <w:sz w:val="32"/>
          <w:u w:val="single"/>
        </w:rPr>
      </w:pPr>
      <w:r w:rsidRPr="008449E6">
        <w:rPr>
          <w:b/>
          <w:sz w:val="32"/>
          <w:u w:val="single"/>
        </w:rPr>
        <w:t>Questionnaire</w:t>
      </w:r>
    </w:p>
    <w:p w:rsidR="00F67D43" w:rsidRDefault="00F67D43" w:rsidP="00F67D43">
      <w:pPr>
        <w:jc w:val="center"/>
        <w:rPr>
          <w:u w:val="single"/>
        </w:rPr>
      </w:pPr>
    </w:p>
    <w:p w:rsidR="00F67D43" w:rsidRDefault="00F67D43" w:rsidP="00F67D43">
      <w:r w:rsidRPr="00F67D43">
        <w:t>Name: ……………………………………………</w:t>
      </w:r>
      <w:r>
        <w:t>……..</w:t>
      </w:r>
      <w:r w:rsidRPr="00F67D43">
        <w:t>……..</w:t>
      </w:r>
      <w:r>
        <w:t xml:space="preserve">             Tutor Group: …………………</w:t>
      </w:r>
    </w:p>
    <w:p w:rsidR="00F67D43" w:rsidRDefault="00F67D43" w:rsidP="00F67D43"/>
    <w:p w:rsidR="00F67D43" w:rsidRPr="00F67D43" w:rsidRDefault="00F67D43" w:rsidP="00F67D43">
      <w:pPr>
        <w:rPr>
          <w:b/>
        </w:rPr>
      </w:pPr>
      <w:r w:rsidRPr="00F67D43">
        <w:rPr>
          <w:b/>
        </w:rPr>
        <w:t>Circle the number</w:t>
      </w:r>
    </w:p>
    <w:p w:rsidR="00F67D43" w:rsidRDefault="00F67D43" w:rsidP="00F67D43"/>
    <w:p w:rsidR="00F67D43" w:rsidRDefault="00F67D43" w:rsidP="00F67D43">
      <w:r>
        <w:t>1) Would you describe yourself a</w:t>
      </w:r>
      <w:r w:rsidR="00A4204A">
        <w:t>s a</w:t>
      </w:r>
      <w:r>
        <w:t xml:space="preserve"> motivated student of English?</w:t>
      </w:r>
    </w:p>
    <w:p w:rsidR="00F67D43" w:rsidRDefault="00F67D43" w:rsidP="00F67D43"/>
    <w:p w:rsidR="00F67D43" w:rsidRDefault="00F67D43" w:rsidP="00F67D43">
      <w:r w:rsidRPr="007E7C95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D80089" wp14:editId="4D996C9F">
                <wp:simplePos x="0" y="0"/>
                <wp:positionH relativeFrom="column">
                  <wp:posOffset>3657600</wp:posOffset>
                </wp:positionH>
                <wp:positionV relativeFrom="paragraph">
                  <wp:posOffset>285115</wp:posOffset>
                </wp:positionV>
                <wp:extent cx="14859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 w:rsidP="00F67D43">
                            <w:pPr>
                              <w:pBdr>
                                <w:top w:val="single" w:sz="4" w:space="1" w:color="000000" w:themeColor="text1"/>
                                <w:left w:val="single" w:sz="4" w:space="4" w:color="000000" w:themeColor="text1"/>
                                <w:bottom w:val="single" w:sz="4" w:space="1" w:color="000000" w:themeColor="text1"/>
                                <w:right w:val="single" w:sz="4" w:space="4" w:color="000000" w:themeColor="text1"/>
                              </w:pBdr>
                            </w:pPr>
                            <w:r>
                              <w:t>Yes, very motivated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in;margin-top:22.45pt;width:11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c8j88CAAAV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" filled="f" stroked="f">
                <v:textbox>
                  <w:txbxContent>
                    <w:p w:rsidR="00DB2A7C" w:rsidRDefault="00DB2A7C" w:rsidP="00F67D43">
                      <w:pPr>
                        <w:pBdr>
                          <w:top w:val="single" w:sz="4" w:space="1" w:color="000000" w:themeColor="text1"/>
                          <w:left w:val="single" w:sz="4" w:space="4" w:color="000000" w:themeColor="text1"/>
                          <w:bottom w:val="single" w:sz="4" w:space="1" w:color="000000" w:themeColor="text1"/>
                          <w:right w:val="single" w:sz="4" w:space="4" w:color="000000" w:themeColor="text1"/>
                        </w:pBdr>
                      </w:pPr>
                      <w:r>
                        <w:t>Yes, very motivated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E7C95">
        <w:rPr>
          <w:b/>
        </w:rPr>
        <w:t>1</w:t>
      </w:r>
      <w:r>
        <w:t xml:space="preserve">         2         3          4           </w:t>
      </w:r>
      <w:r w:rsidRPr="007E7C95">
        <w:rPr>
          <w:b/>
        </w:rPr>
        <w:t>5</w:t>
      </w:r>
      <w:r>
        <w:t xml:space="preserve">          6           7          8           9           </w:t>
      </w:r>
      <w:r w:rsidRPr="007E7C95">
        <w:rPr>
          <w:b/>
        </w:rPr>
        <w:t>10</w:t>
      </w:r>
    </w:p>
    <w:p w:rsidR="00F67D43" w:rsidRDefault="00F67D43" w:rsidP="00F67D4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959C6" wp14:editId="47B5C5B7">
                <wp:simplePos x="0" y="0"/>
                <wp:positionH relativeFrom="column">
                  <wp:posOffset>-342900</wp:posOffset>
                </wp:positionH>
                <wp:positionV relativeFrom="paragraph">
                  <wp:posOffset>106680</wp:posOffset>
                </wp:positionV>
                <wp:extent cx="8001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 w:rsidP="00F67D43">
                            <w:pPr>
                              <w:pBdr>
                                <w:top w:val="single" w:sz="4" w:space="1" w:color="000000" w:themeColor="text1"/>
                                <w:left w:val="single" w:sz="4" w:space="4" w:color="000000" w:themeColor="text1"/>
                                <w:bottom w:val="single" w:sz="4" w:space="1" w:color="000000" w:themeColor="text1"/>
                                <w:right w:val="single" w:sz="4" w:space="4" w:color="000000" w:themeColor="text1"/>
                              </w:pBdr>
                            </w:pPr>
                            <w:r>
                              <w:t>Not at 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" o:spid="_x0000_s1027" type="#_x0000_t202" style="position:absolute;margin-left:-26.95pt;margin-top:8.4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" filled="f" stroked="f">
                <v:textbox>
                  <w:txbxContent>
                    <w:p w:rsidR="00DB2A7C" w:rsidRDefault="00DB2A7C" w:rsidP="00F67D43">
                      <w:pPr>
                        <w:pBdr>
                          <w:top w:val="single" w:sz="4" w:space="1" w:color="000000" w:themeColor="text1"/>
                          <w:left w:val="single" w:sz="4" w:space="4" w:color="000000" w:themeColor="text1"/>
                          <w:bottom w:val="single" w:sz="4" w:space="1" w:color="000000" w:themeColor="text1"/>
                          <w:right w:val="single" w:sz="4" w:space="4" w:color="000000" w:themeColor="text1"/>
                        </w:pBdr>
                      </w:pPr>
                      <w:r>
                        <w:t>Not at all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67D43" w:rsidRDefault="00F67D43" w:rsidP="00F67D43"/>
    <w:p w:rsidR="00F67D43" w:rsidRDefault="00F67D43" w:rsidP="00F67D43"/>
    <w:p w:rsidR="00F67D43" w:rsidRDefault="00F67D43" w:rsidP="00F67D43">
      <w:r>
        <w:t>2) How important is English for you, compared to all the subjects you study?</w:t>
      </w:r>
    </w:p>
    <w:p w:rsidR="00F67D43" w:rsidRDefault="00F67D43" w:rsidP="00F67D43"/>
    <w:p w:rsidR="00F67D43" w:rsidRPr="007E7C95" w:rsidRDefault="00F67D43" w:rsidP="00F67D43">
      <w:pPr>
        <w:rPr>
          <w:b/>
        </w:rPr>
      </w:pPr>
      <w:r w:rsidRPr="007E7C95">
        <w:rPr>
          <w:b/>
        </w:rPr>
        <w:t>1</w:t>
      </w:r>
      <w:r>
        <w:t xml:space="preserve">         2         3          4           </w:t>
      </w:r>
      <w:r w:rsidRPr="007E7C95">
        <w:rPr>
          <w:b/>
        </w:rPr>
        <w:t xml:space="preserve">5  </w:t>
      </w:r>
      <w:r>
        <w:t xml:space="preserve">        6           7          8           9           </w:t>
      </w:r>
      <w:r w:rsidRPr="007E7C95">
        <w:rPr>
          <w:b/>
        </w:rPr>
        <w:t>10</w:t>
      </w:r>
    </w:p>
    <w:p w:rsidR="007E7C95" w:rsidRDefault="007E7C95" w:rsidP="00F67D4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3DEF1F" wp14:editId="6C0B358D">
                <wp:simplePos x="0" y="0"/>
                <wp:positionH relativeFrom="column">
                  <wp:posOffset>3657600</wp:posOffset>
                </wp:positionH>
                <wp:positionV relativeFrom="paragraph">
                  <wp:posOffset>62865</wp:posOffset>
                </wp:positionV>
                <wp:extent cx="5715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 w:rsidP="00F67D43">
                            <w:pPr>
                              <w:pBdr>
                                <w:top w:val="single" w:sz="4" w:space="1" w:color="000000" w:themeColor="text1"/>
                                <w:left w:val="single" w:sz="4" w:space="4" w:color="000000" w:themeColor="text1"/>
                                <w:bottom w:val="single" w:sz="4" w:space="1" w:color="000000" w:themeColor="text1"/>
                                <w:right w:val="single" w:sz="4" w:space="4" w:color="000000" w:themeColor="text1"/>
                              </w:pBdr>
                            </w:pPr>
                            <w:r>
                              <w:t xml:space="preserve">Most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" o:spid="_x0000_s1028" type="#_x0000_t202" style="position:absolute;margin-left:4in;margin-top:4.95pt;width: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QSy9ACAAAU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" filled="f" stroked="f">
                <v:textbox>
                  <w:txbxContent>
                    <w:p w:rsidR="00DB2A7C" w:rsidRDefault="00DB2A7C" w:rsidP="00F67D43">
                      <w:pPr>
                        <w:pBdr>
                          <w:top w:val="single" w:sz="4" w:space="1" w:color="000000" w:themeColor="text1"/>
                          <w:left w:val="single" w:sz="4" w:space="4" w:color="000000" w:themeColor="text1"/>
                          <w:bottom w:val="single" w:sz="4" w:space="1" w:color="000000" w:themeColor="text1"/>
                          <w:right w:val="single" w:sz="4" w:space="4" w:color="000000" w:themeColor="text1"/>
                        </w:pBdr>
                      </w:pPr>
                      <w:r>
                        <w:t xml:space="preserve">Most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125265" wp14:editId="2AEF9D06">
                <wp:simplePos x="0" y="0"/>
                <wp:positionH relativeFrom="column">
                  <wp:posOffset>-457200</wp:posOffset>
                </wp:positionH>
                <wp:positionV relativeFrom="paragraph">
                  <wp:posOffset>62865</wp:posOffset>
                </wp:positionV>
                <wp:extent cx="8001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 w:rsidP="00F67D43">
                            <w:pPr>
                              <w:pBdr>
                                <w:top w:val="single" w:sz="4" w:space="0" w:color="000000" w:themeColor="text1"/>
                                <w:left w:val="single" w:sz="4" w:space="4" w:color="000000" w:themeColor="text1"/>
                                <w:bottom w:val="single" w:sz="4" w:space="1" w:color="000000" w:themeColor="text1"/>
                                <w:right w:val="single" w:sz="4" w:space="4" w:color="000000" w:themeColor="text1"/>
                              </w:pBdr>
                              <w:jc w:val="center"/>
                            </w:pPr>
                            <w:r>
                              <w:t>Least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" o:spid="_x0000_s1029" type="#_x0000_t202" style="position:absolute;margin-left:-35.95pt;margin-top:4.95pt;width:63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3N8M8CAAAU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" filled="f" stroked="f">
                <v:textbox>
                  <w:txbxContent>
                    <w:p w:rsidR="00DB2A7C" w:rsidRDefault="00DB2A7C" w:rsidP="00F67D43">
                      <w:pPr>
                        <w:pBdr>
                          <w:top w:val="single" w:sz="4" w:space="0" w:color="000000" w:themeColor="text1"/>
                          <w:left w:val="single" w:sz="4" w:space="4" w:color="000000" w:themeColor="text1"/>
                          <w:bottom w:val="single" w:sz="4" w:space="1" w:color="000000" w:themeColor="text1"/>
                          <w:right w:val="single" w:sz="4" w:space="4" w:color="000000" w:themeColor="text1"/>
                        </w:pBdr>
                        <w:jc w:val="center"/>
                      </w:pPr>
                      <w:r>
                        <w:t>Least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7C95" w:rsidRDefault="007E7C95" w:rsidP="00F67D43"/>
    <w:p w:rsidR="007E7C95" w:rsidRDefault="007E7C95" w:rsidP="00F67D43"/>
    <w:p w:rsidR="007E7C95" w:rsidRDefault="007E7C95" w:rsidP="00F67D43">
      <w:r>
        <w:t>3) Have you found the work</w:t>
      </w:r>
      <w:r w:rsidR="00A4204A">
        <w:t xml:space="preserve"> so far</w:t>
      </w:r>
      <w:r>
        <w:t xml:space="preserve"> in year 9 challenging?</w:t>
      </w:r>
    </w:p>
    <w:p w:rsidR="00F67D43" w:rsidRDefault="00F67D43" w:rsidP="00F67D43"/>
    <w:p w:rsidR="007E7C95" w:rsidRPr="007E7C95" w:rsidRDefault="007E7C95" w:rsidP="007E7C95">
      <w:pPr>
        <w:rPr>
          <w:b/>
        </w:rPr>
      </w:pPr>
      <w:r w:rsidRPr="007E7C95">
        <w:rPr>
          <w:b/>
        </w:rPr>
        <w:t xml:space="preserve">1 </w:t>
      </w:r>
      <w:r>
        <w:t xml:space="preserve">        2         3          4           </w:t>
      </w:r>
      <w:r w:rsidRPr="007E7C95">
        <w:rPr>
          <w:b/>
        </w:rPr>
        <w:t>5</w:t>
      </w:r>
      <w:r>
        <w:t xml:space="preserve">          6           7          8           9           </w:t>
      </w:r>
      <w:r w:rsidRPr="007E7C95">
        <w:rPr>
          <w:b/>
        </w:rPr>
        <w:t>10</w:t>
      </w:r>
    </w:p>
    <w:p w:rsidR="007E7C95" w:rsidRDefault="007E7C95" w:rsidP="00F67D4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04547A" wp14:editId="53299E84">
                <wp:simplePos x="0" y="0"/>
                <wp:positionH relativeFrom="column">
                  <wp:posOffset>3771900</wp:posOffset>
                </wp:positionH>
                <wp:positionV relativeFrom="paragraph">
                  <wp:posOffset>19685</wp:posOffset>
                </wp:positionV>
                <wp:extent cx="9144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 w:rsidP="007E7C95">
                            <w:pPr>
                              <w:pBdr>
                                <w:top w:val="single" w:sz="4" w:space="1" w:color="000000" w:themeColor="text1"/>
                                <w:left w:val="single" w:sz="4" w:space="4" w:color="000000" w:themeColor="text1"/>
                                <w:bottom w:val="single" w:sz="4" w:space="1" w:color="000000" w:themeColor="text1"/>
                                <w:right w:val="single" w:sz="4" w:space="4" w:color="000000" w:themeColor="text1"/>
                              </w:pBdr>
                            </w:pPr>
                            <w:r>
                              <w:t xml:space="preserve"> Too Hard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" o:spid="_x0000_s1030" type="#_x0000_t202" style="position:absolute;margin-left:297pt;margin-top:1.55pt;width:1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" filled="f" stroked="f">
                <v:textbox>
                  <w:txbxContent>
                    <w:p w:rsidR="00DB2A7C" w:rsidRDefault="00DB2A7C" w:rsidP="007E7C95">
                      <w:pPr>
                        <w:pBdr>
                          <w:top w:val="single" w:sz="4" w:space="1" w:color="000000" w:themeColor="text1"/>
                          <w:left w:val="single" w:sz="4" w:space="4" w:color="000000" w:themeColor="text1"/>
                          <w:bottom w:val="single" w:sz="4" w:space="1" w:color="000000" w:themeColor="text1"/>
                          <w:right w:val="single" w:sz="4" w:space="4" w:color="000000" w:themeColor="text1"/>
                        </w:pBdr>
                      </w:pPr>
                      <w:r>
                        <w:t xml:space="preserve"> Too Hard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051B02" wp14:editId="4DE9EAED">
                <wp:simplePos x="0" y="0"/>
                <wp:positionH relativeFrom="column">
                  <wp:posOffset>1257300</wp:posOffset>
                </wp:positionH>
                <wp:positionV relativeFrom="paragraph">
                  <wp:posOffset>19685</wp:posOffset>
                </wp:positionV>
                <wp:extent cx="8001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 w:rsidP="007E7C95">
                            <w:pPr>
                              <w:pBdr>
                                <w:top w:val="single" w:sz="4" w:space="1" w:color="000000" w:themeColor="text1"/>
                                <w:left w:val="single" w:sz="4" w:space="4" w:color="000000" w:themeColor="text1"/>
                                <w:bottom w:val="single" w:sz="4" w:space="1" w:color="000000" w:themeColor="text1"/>
                                <w:right w:val="single" w:sz="4" w:space="4" w:color="000000" w:themeColor="text1"/>
                              </w:pBdr>
                            </w:pPr>
                            <w:r>
                              <w:t xml:space="preserve">Just right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" o:spid="_x0000_s1031" type="#_x0000_t202" style="position:absolute;margin-left:99pt;margin-top:1.55pt;width:63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Gbbz88CAAAU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" filled="f" stroked="f">
                <v:textbox>
                  <w:txbxContent>
                    <w:p w:rsidR="00DB2A7C" w:rsidRDefault="00DB2A7C" w:rsidP="007E7C95">
                      <w:pPr>
                        <w:pBdr>
                          <w:top w:val="single" w:sz="4" w:space="1" w:color="000000" w:themeColor="text1"/>
                          <w:left w:val="single" w:sz="4" w:space="4" w:color="000000" w:themeColor="text1"/>
                          <w:bottom w:val="single" w:sz="4" w:space="1" w:color="000000" w:themeColor="text1"/>
                          <w:right w:val="single" w:sz="4" w:space="4" w:color="000000" w:themeColor="text1"/>
                        </w:pBdr>
                      </w:pPr>
                      <w:r>
                        <w:t xml:space="preserve">Just right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F7D4F4" wp14:editId="2BB18722">
                <wp:simplePos x="0" y="0"/>
                <wp:positionH relativeFrom="column">
                  <wp:posOffset>-342900</wp:posOffset>
                </wp:positionH>
                <wp:positionV relativeFrom="paragraph">
                  <wp:posOffset>5715</wp:posOffset>
                </wp:positionV>
                <wp:extent cx="5715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 w:rsidP="007E7C95">
                            <w:pPr>
                              <w:pBdr>
                                <w:top w:val="single" w:sz="4" w:space="1" w:color="000000" w:themeColor="text1"/>
                                <w:left w:val="single" w:sz="4" w:space="4" w:color="000000" w:themeColor="text1"/>
                                <w:bottom w:val="single" w:sz="4" w:space="1" w:color="000000" w:themeColor="text1"/>
                                <w:right w:val="single" w:sz="4" w:space="4" w:color="000000" w:themeColor="text1"/>
                              </w:pBdr>
                            </w:pPr>
                            <w:r>
                              <w:t xml:space="preserve">Easy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8" o:spid="_x0000_s1032" type="#_x0000_t202" style="position:absolute;margin-left:-26.95pt;margin-top:.45pt;width:4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JaA88CAAAU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" filled="f" stroked="f">
                <v:textbox>
                  <w:txbxContent>
                    <w:p w:rsidR="00DB2A7C" w:rsidRDefault="00DB2A7C" w:rsidP="007E7C95">
                      <w:pPr>
                        <w:pBdr>
                          <w:top w:val="single" w:sz="4" w:space="1" w:color="000000" w:themeColor="text1"/>
                          <w:left w:val="single" w:sz="4" w:space="4" w:color="000000" w:themeColor="text1"/>
                          <w:bottom w:val="single" w:sz="4" w:space="1" w:color="000000" w:themeColor="text1"/>
                          <w:right w:val="single" w:sz="4" w:space="4" w:color="000000" w:themeColor="text1"/>
                        </w:pBdr>
                      </w:pPr>
                      <w:r>
                        <w:t xml:space="preserve">Easy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7C95" w:rsidRDefault="007E7C95" w:rsidP="00F67D43"/>
    <w:p w:rsidR="007E7C95" w:rsidRDefault="007E7C95" w:rsidP="00F67D43"/>
    <w:p w:rsidR="00A4204A" w:rsidRPr="00A4204A" w:rsidRDefault="00A4204A" w:rsidP="00F67D43">
      <w:pPr>
        <w:rPr>
          <w:b/>
        </w:rPr>
      </w:pPr>
      <w:r w:rsidRPr="00A4204A">
        <w:rPr>
          <w:b/>
        </w:rPr>
        <w:t>Answer these questions in full sentences</w:t>
      </w:r>
      <w:r>
        <w:rPr>
          <w:b/>
        </w:rPr>
        <w:t>.</w:t>
      </w:r>
    </w:p>
    <w:p w:rsidR="00A4204A" w:rsidRDefault="00A4204A" w:rsidP="00F67D43"/>
    <w:p w:rsidR="007E7C95" w:rsidRDefault="007E7C95" w:rsidP="00F67D43">
      <w:r>
        <w:t>4) How do you like to learn?</w:t>
      </w:r>
    </w:p>
    <w:p w:rsidR="007E7C95" w:rsidRDefault="007E7C95" w:rsidP="00F67D43"/>
    <w:p w:rsidR="007E7C95" w:rsidRPr="00F67D43" w:rsidRDefault="007E7C95" w:rsidP="007E7C95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7C95" w:rsidRPr="00F67D43" w:rsidRDefault="007E7C95" w:rsidP="007E7C95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7E7C95" w:rsidRPr="00F67D43" w:rsidRDefault="007E7C95" w:rsidP="007E7C95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7E7C95" w:rsidRDefault="007E7C95" w:rsidP="007E7C95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FC3AB4" w:rsidRDefault="00FC3AB4" w:rsidP="00FC3AB4">
      <w:r>
        <w:t>5) How do you demonstrate the level of motivation from your answer to question 1?</w:t>
      </w:r>
    </w:p>
    <w:p w:rsidR="00FC3AB4" w:rsidRDefault="00FC3AB4" w:rsidP="00FC3AB4"/>
    <w:p w:rsidR="00FC3AB4" w:rsidRPr="00F67D43" w:rsidRDefault="00FC3AB4" w:rsidP="00FC3AB4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AB4" w:rsidRPr="00F67D43" w:rsidRDefault="00FC3AB4" w:rsidP="00FC3AB4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FC3AB4" w:rsidRDefault="00FC3AB4" w:rsidP="00FC3AB4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7E7C95" w:rsidRDefault="007E7C95" w:rsidP="00F67D43">
      <w:r>
        <w:lastRenderedPageBreak/>
        <w:t xml:space="preserve">5) </w:t>
      </w:r>
      <w:r w:rsidR="00A4204A">
        <w:t xml:space="preserve">What did you enjoy about last term? </w:t>
      </w:r>
    </w:p>
    <w:p w:rsidR="00A4204A" w:rsidRDefault="00A4204A" w:rsidP="00F67D43"/>
    <w:p w:rsidR="00A4204A" w:rsidRPr="00F67D43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204A" w:rsidRPr="00F67D43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A4204A" w:rsidRPr="00F67D43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A4204A" w:rsidRPr="00F67D43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A4204A" w:rsidRDefault="00A4204A" w:rsidP="00F67D43">
      <w:r>
        <w:t>6) How could last term have gone better?</w:t>
      </w:r>
    </w:p>
    <w:p w:rsidR="00A4204A" w:rsidRDefault="00A4204A" w:rsidP="00F67D43"/>
    <w:p w:rsidR="00A4204A" w:rsidRPr="00F67D43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204A" w:rsidRPr="00F67D43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A4204A" w:rsidRPr="00F67D43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A4204A" w:rsidRDefault="00A4204A" w:rsidP="00A4204A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A4204A" w:rsidRDefault="00A4204A" w:rsidP="00A4204A">
      <w:pPr>
        <w:spacing w:line="480" w:lineRule="auto"/>
        <w:rPr>
          <w:b/>
        </w:rPr>
      </w:pPr>
      <w:r w:rsidRPr="00A4204A">
        <w:rPr>
          <w:b/>
        </w:rPr>
        <w:t>Rate the following from 1 (most important) to 5 (least important)</w:t>
      </w:r>
      <w:r>
        <w:rPr>
          <w:b/>
        </w:rPr>
        <w:t>.</w:t>
      </w:r>
    </w:p>
    <w:p w:rsidR="00A4204A" w:rsidRDefault="00A4204A" w:rsidP="00A4204A">
      <w:pPr>
        <w:spacing w:line="480" w:lineRule="auto"/>
      </w:pPr>
      <w:r w:rsidRPr="00A4204A">
        <w:t>7)</w:t>
      </w:r>
      <w:r>
        <w:t xml:space="preserve"> Which of these behaviours make an excellent learner?</w:t>
      </w:r>
    </w:p>
    <w:p w:rsidR="00DB2A7C" w:rsidRDefault="00DB2A7C" w:rsidP="00A4204A">
      <w:pPr>
        <w:spacing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18BD9B" wp14:editId="692EC9BC">
                <wp:simplePos x="0" y="0"/>
                <wp:positionH relativeFrom="column">
                  <wp:posOffset>4800600</wp:posOffset>
                </wp:positionH>
                <wp:positionV relativeFrom="paragraph">
                  <wp:posOffset>227330</wp:posOffset>
                </wp:positionV>
                <wp:extent cx="342900" cy="342900"/>
                <wp:effectExtent l="50800" t="25400" r="88900" b="114300"/>
                <wp:wrapThrough wrapText="bothSides">
                  <wp:wrapPolygon edited="0">
                    <wp:start x="-3200" y="-1600"/>
                    <wp:lineTo x="-3200" y="27200"/>
                    <wp:lineTo x="25600" y="27200"/>
                    <wp:lineTo x="25600" y="-1600"/>
                    <wp:lineTo x="-3200" y="-160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2" o:spid="_x0000_s1026" style="position:absolute;margin-left:378pt;margin-top:17.9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" fillcolor="#bff1bf [3212]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C092FF" wp14:editId="1ED417DB">
                <wp:simplePos x="0" y="0"/>
                <wp:positionH relativeFrom="column">
                  <wp:posOffset>-457200</wp:posOffset>
                </wp:positionH>
                <wp:positionV relativeFrom="paragraph">
                  <wp:posOffset>341630</wp:posOffset>
                </wp:positionV>
                <wp:extent cx="297815" cy="9144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A7C" w:rsidRDefault="00DB2A7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0" o:spid="_x0000_s1033" type="#_x0000_t202" style="position:absolute;margin-left:-35.95pt;margin-top:26.9pt;width:23.45pt;height:1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" filled="f" stroked="f">
                <v:textbox>
                  <w:txbxContent>
                    <w:p w:rsidR="00DB2A7C" w:rsidRDefault="00DB2A7C"/>
                  </w:txbxContent>
                </v:textbox>
                <w10:wrap type="square"/>
              </v:shape>
            </w:pict>
          </mc:Fallback>
        </mc:AlternateContent>
      </w:r>
    </w:p>
    <w:p w:rsidR="00A4204A" w:rsidRDefault="00DB2A7C" w:rsidP="00DB2A7C">
      <w:pPr>
        <w:spacing w:line="60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C785A2" wp14:editId="1F5E7298">
                <wp:simplePos x="0" y="0"/>
                <wp:positionH relativeFrom="column">
                  <wp:posOffset>4800600</wp:posOffset>
                </wp:positionH>
                <wp:positionV relativeFrom="paragraph">
                  <wp:posOffset>327025</wp:posOffset>
                </wp:positionV>
                <wp:extent cx="342900" cy="342900"/>
                <wp:effectExtent l="50800" t="25400" r="88900" b="114300"/>
                <wp:wrapThrough wrapText="bothSides">
                  <wp:wrapPolygon edited="0">
                    <wp:start x="-3200" y="-1600"/>
                    <wp:lineTo x="-3200" y="27200"/>
                    <wp:lineTo x="25600" y="27200"/>
                    <wp:lineTo x="25600" y="-1600"/>
                    <wp:lineTo x="-3200" y="-160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3" o:spid="_x0000_s1026" style="position:absolute;margin-left:378pt;margin-top:25.75pt;width:2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" fillcolor="#bff1bf [3212]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A4204A">
        <w:t>Complete home learning on time and to the best of their ability.</w:t>
      </w:r>
    </w:p>
    <w:p w:rsidR="00A4204A" w:rsidRDefault="00DB2A7C" w:rsidP="00DB2A7C">
      <w:pPr>
        <w:spacing w:line="60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7A829A" wp14:editId="7AF12515">
                <wp:simplePos x="0" y="0"/>
                <wp:positionH relativeFrom="column">
                  <wp:posOffset>4800600</wp:posOffset>
                </wp:positionH>
                <wp:positionV relativeFrom="paragraph">
                  <wp:posOffset>337820</wp:posOffset>
                </wp:positionV>
                <wp:extent cx="342900" cy="342900"/>
                <wp:effectExtent l="50800" t="25400" r="88900" b="114300"/>
                <wp:wrapThrough wrapText="bothSides">
                  <wp:wrapPolygon edited="0">
                    <wp:start x="-3200" y="-1600"/>
                    <wp:lineTo x="-3200" y="27200"/>
                    <wp:lineTo x="25600" y="27200"/>
                    <wp:lineTo x="25600" y="-1600"/>
                    <wp:lineTo x="-3200" y="-160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5" o:spid="_x0000_s1026" style="position:absolute;margin-left:378pt;margin-top:26.6pt;width:27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" fillcolor="#bff1bf [3212]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A4204A">
        <w:t>List</w:t>
      </w:r>
      <w:r w:rsidR="0076594E">
        <w:t>en</w:t>
      </w:r>
      <w:r>
        <w:t>s</w:t>
      </w:r>
      <w:r w:rsidR="0076594E">
        <w:t xml:space="preserve"> in class and do</w:t>
      </w:r>
      <w:r>
        <w:t>es</w:t>
      </w:r>
      <w:r w:rsidR="0076594E">
        <w:t xml:space="preserve"> not talk over people.</w:t>
      </w:r>
    </w:p>
    <w:p w:rsidR="0076594E" w:rsidRDefault="00DB2A7C" w:rsidP="00DB2A7C">
      <w:pPr>
        <w:spacing w:line="60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28A05A" wp14:editId="019C4AC8">
                <wp:simplePos x="0" y="0"/>
                <wp:positionH relativeFrom="column">
                  <wp:posOffset>4800600</wp:posOffset>
                </wp:positionH>
                <wp:positionV relativeFrom="paragraph">
                  <wp:posOffset>348615</wp:posOffset>
                </wp:positionV>
                <wp:extent cx="342900" cy="342900"/>
                <wp:effectExtent l="50800" t="25400" r="88900" b="114300"/>
                <wp:wrapThrough wrapText="bothSides">
                  <wp:wrapPolygon edited="0">
                    <wp:start x="-3200" y="-1600"/>
                    <wp:lineTo x="-3200" y="27200"/>
                    <wp:lineTo x="25600" y="27200"/>
                    <wp:lineTo x="25600" y="-1600"/>
                    <wp:lineTo x="-3200" y="-160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6" o:spid="_x0000_s1026" style="position:absolute;margin-left:378pt;margin-top:27.45pt;width:27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" fillcolor="#bff1bf [3212]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76594E">
        <w:t xml:space="preserve">Identifies their own weaknesses and improves </w:t>
      </w:r>
      <w:r>
        <w:t xml:space="preserve">on </w:t>
      </w:r>
      <w:r w:rsidR="0076594E">
        <w:t>them.</w:t>
      </w:r>
    </w:p>
    <w:p w:rsidR="0076594E" w:rsidRDefault="00DB2A7C" w:rsidP="00DB2A7C">
      <w:pPr>
        <w:spacing w:line="60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09F3C1" wp14:editId="22D8EFE2">
                <wp:simplePos x="0" y="0"/>
                <wp:positionH relativeFrom="column">
                  <wp:posOffset>4800600</wp:posOffset>
                </wp:positionH>
                <wp:positionV relativeFrom="paragraph">
                  <wp:posOffset>358775</wp:posOffset>
                </wp:positionV>
                <wp:extent cx="342900" cy="342900"/>
                <wp:effectExtent l="50800" t="25400" r="88900" b="114300"/>
                <wp:wrapThrough wrapText="bothSides">
                  <wp:wrapPolygon edited="0">
                    <wp:start x="-3200" y="-1600"/>
                    <wp:lineTo x="-3200" y="27200"/>
                    <wp:lineTo x="25600" y="27200"/>
                    <wp:lineTo x="25600" y="-1600"/>
                    <wp:lineTo x="-3200" y="-160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4" o:spid="_x0000_s1026" style="position:absolute;margin-left:378pt;margin-top:28.25pt;width:27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" fillcolor="#bff1bf [3212]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76594E">
        <w:t>Arrives to lesson on time and settles down to work instantly.</w:t>
      </w:r>
    </w:p>
    <w:p w:rsidR="00DB2A7C" w:rsidRDefault="00DB2A7C" w:rsidP="00DB2A7C">
      <w:pPr>
        <w:spacing w:line="600" w:lineRule="auto"/>
      </w:pPr>
      <w:r>
        <w:t>Follows instructions</w:t>
      </w:r>
    </w:p>
    <w:p w:rsidR="008449E6" w:rsidRPr="008449E6" w:rsidRDefault="008449E6" w:rsidP="008449E6">
      <w:pPr>
        <w:rPr>
          <w:b/>
        </w:rPr>
      </w:pPr>
      <w:r>
        <w:rPr>
          <w:b/>
        </w:rPr>
        <w:t>Answer this question</w:t>
      </w:r>
      <w:r w:rsidRPr="00A4204A">
        <w:rPr>
          <w:b/>
        </w:rPr>
        <w:t xml:space="preserve"> in full sentences</w:t>
      </w:r>
      <w:r>
        <w:rPr>
          <w:b/>
        </w:rPr>
        <w:t>.</w:t>
      </w:r>
    </w:p>
    <w:p w:rsidR="00DB2A7C" w:rsidRDefault="00DB2A7C" w:rsidP="00DB2A7C"/>
    <w:p w:rsidR="008449E6" w:rsidRDefault="00DB2A7C" w:rsidP="00DB2A7C">
      <w:r>
        <w:t xml:space="preserve">8) </w:t>
      </w:r>
      <w:r w:rsidR="008449E6">
        <w:t>Who is responsible for your learning behaviours and why?</w:t>
      </w:r>
    </w:p>
    <w:p w:rsidR="008449E6" w:rsidRDefault="008449E6" w:rsidP="00DB2A7C"/>
    <w:p w:rsidR="008449E6" w:rsidRPr="00F67D43" w:rsidRDefault="008449E6" w:rsidP="008449E6">
      <w:pPr>
        <w:spacing w:line="480" w:lineRule="auto"/>
      </w:pPr>
      <w:r>
        <w:t>………………………………………………………………………………………………………………………</w:t>
      </w:r>
    </w:p>
    <w:p w:rsidR="00A4204A" w:rsidRPr="00F67D43" w:rsidRDefault="008449E6" w:rsidP="00FC3AB4">
      <w:pPr>
        <w:spacing w:line="480" w:lineRule="auto"/>
      </w:pPr>
      <w:r>
        <w:t>………………………………………………………………………………………………………………………</w:t>
      </w:r>
      <w:bookmarkStart w:id="0" w:name="_GoBack"/>
      <w:bookmarkEnd w:id="0"/>
    </w:p>
    <w:sectPr w:rsidR="00A4204A" w:rsidRPr="00F67D43" w:rsidSect="00EE36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90C4F"/>
    <w:multiLevelType w:val="hybridMultilevel"/>
    <w:tmpl w:val="4FC47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D43"/>
    <w:rsid w:val="0076594E"/>
    <w:rsid w:val="007E7C95"/>
    <w:rsid w:val="008449E6"/>
    <w:rsid w:val="00A4204A"/>
    <w:rsid w:val="00DB2A7C"/>
    <w:rsid w:val="00EE3649"/>
    <w:rsid w:val="00F67D43"/>
    <w:rsid w:val="00FC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3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3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7BDF47-CBC6-4783-B421-E97A37A6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D44F4105</Template>
  <TotalTime>57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Amess</dc:creator>
  <cp:keywords/>
  <dc:description/>
  <cp:lastModifiedBy>Michael Amess</cp:lastModifiedBy>
  <cp:revision>2</cp:revision>
  <cp:lastPrinted>2016-01-06T08:11:00Z</cp:lastPrinted>
  <dcterms:created xsi:type="dcterms:W3CDTF">2016-01-05T21:00:00Z</dcterms:created>
  <dcterms:modified xsi:type="dcterms:W3CDTF">2016-01-06T08:12:00Z</dcterms:modified>
</cp:coreProperties>
</file>